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00049" w14:textId="77777777" w:rsidR="00B22B5A" w:rsidRDefault="00B22B5A" w:rsidP="00B22B5A">
      <w:pPr>
        <w:framePr w:w="4141" w:h="1701" w:hRule="exact" w:wrap="notBeside" w:vAnchor="page" w:hAnchor="page" w:x="6805" w:y="2496" w:anchorLock="1"/>
        <w:autoSpaceDE w:val="0"/>
        <w:autoSpaceDN w:val="0"/>
        <w:spacing w:before="40" w:after="40" w:line="240" w:lineRule="auto"/>
        <w:rPr>
          <w:rFonts w:cs="Arial"/>
          <w:szCs w:val="18"/>
        </w:rPr>
      </w:pPr>
    </w:p>
    <w:p w14:paraId="0597E796" w14:textId="77777777" w:rsidR="00B22B5A" w:rsidRPr="00B22B5A" w:rsidRDefault="00B22B5A" w:rsidP="00B22B5A">
      <w:pPr>
        <w:framePr w:w="4141" w:h="1701" w:hRule="exact" w:wrap="notBeside" w:vAnchor="page" w:hAnchor="page" w:x="6805" w:y="2496" w:anchorLock="1"/>
        <w:autoSpaceDE w:val="0"/>
        <w:autoSpaceDN w:val="0"/>
        <w:spacing w:before="40" w:after="40" w:line="240" w:lineRule="auto"/>
        <w:ind w:firstLine="720"/>
        <w:rPr>
          <w:rFonts w:cs="Arial"/>
          <w:szCs w:val="18"/>
          <w:lang w:eastAsia="cs-CZ"/>
        </w:rPr>
      </w:pPr>
      <w:r w:rsidRPr="00B22B5A">
        <w:rPr>
          <w:rFonts w:cs="Arial"/>
          <w:szCs w:val="18"/>
        </w:rPr>
        <w:t>KAP ATELIER s.r.o. </w:t>
      </w:r>
    </w:p>
    <w:p w14:paraId="2F9C0ABC" w14:textId="77777777" w:rsidR="00B22B5A" w:rsidRPr="00B22B5A" w:rsidRDefault="00B22B5A" w:rsidP="00B22B5A">
      <w:pPr>
        <w:framePr w:w="4141" w:h="1701" w:hRule="exact" w:wrap="notBeside" w:vAnchor="page" w:hAnchor="page" w:x="6805" w:y="2496" w:anchorLock="1"/>
        <w:autoSpaceDE w:val="0"/>
        <w:autoSpaceDN w:val="0"/>
        <w:spacing w:before="40" w:after="40" w:line="240" w:lineRule="auto"/>
        <w:ind w:firstLine="720"/>
        <w:rPr>
          <w:rFonts w:cs="Arial"/>
          <w:szCs w:val="18"/>
        </w:rPr>
      </w:pPr>
      <w:r w:rsidRPr="00B22B5A">
        <w:rPr>
          <w:rFonts w:cs="Arial"/>
          <w:szCs w:val="18"/>
        </w:rPr>
        <w:t>Revoluční 36/ 2</w:t>
      </w:r>
    </w:p>
    <w:p w14:paraId="10548C57" w14:textId="77777777" w:rsidR="00B22B5A" w:rsidRPr="00B22B5A" w:rsidRDefault="00B22B5A" w:rsidP="00B22B5A">
      <w:pPr>
        <w:framePr w:w="4141" w:h="1701" w:hRule="exact" w:wrap="notBeside" w:vAnchor="page" w:hAnchor="page" w:x="6805" w:y="2496" w:anchorLock="1"/>
        <w:autoSpaceDE w:val="0"/>
        <w:autoSpaceDN w:val="0"/>
        <w:spacing w:line="240" w:lineRule="auto"/>
        <w:ind w:firstLine="720"/>
        <w:rPr>
          <w:rFonts w:cs="Arial"/>
          <w:szCs w:val="18"/>
        </w:rPr>
      </w:pPr>
      <w:r w:rsidRPr="00B22B5A">
        <w:rPr>
          <w:rFonts w:cs="Arial"/>
          <w:szCs w:val="18"/>
        </w:rPr>
        <w:t>430 02 Chomutov</w:t>
      </w:r>
    </w:p>
    <w:p w14:paraId="1698A85F" w14:textId="77777777" w:rsidR="007B4C96" w:rsidRPr="008D70B5" w:rsidRDefault="007B4C96" w:rsidP="008D70B5">
      <w:pPr>
        <w:pStyle w:val="Adresaodesilatele"/>
        <w:framePr w:w="4141" w:h="1701" w:hRule="exact" w:hSpace="0" w:wrap="notBeside" w:x="6805" w:y="2496"/>
        <w:rPr>
          <w:rFonts w:ascii="Arial" w:hAnsi="Arial" w:cs="Arial"/>
          <w:sz w:val="18"/>
          <w:szCs w:val="18"/>
          <w:lang w:eastAsia="en-US"/>
        </w:rPr>
      </w:pPr>
    </w:p>
    <w:p w14:paraId="797FF1EA" w14:textId="77777777" w:rsidR="00850E1C" w:rsidRDefault="00850E1C" w:rsidP="00056FD4">
      <w:pPr>
        <w:shd w:val="solid" w:color="FFFFFF" w:fill="FFFFFF"/>
        <w:tabs>
          <w:tab w:val="left" w:pos="993"/>
        </w:tabs>
        <w:spacing w:line="240" w:lineRule="auto"/>
      </w:pPr>
    </w:p>
    <w:p w14:paraId="3C70A10F" w14:textId="77777777" w:rsidR="00952609" w:rsidRDefault="00952609" w:rsidP="00056FD4">
      <w:pPr>
        <w:spacing w:line="240" w:lineRule="auto"/>
        <w:rPr>
          <w:b/>
          <w:sz w:val="20"/>
          <w:szCs w:val="20"/>
          <w:highlight w:val="lightGray"/>
        </w:rPr>
      </w:pPr>
    </w:p>
    <w:p w14:paraId="47DF8A73" w14:textId="77777777" w:rsidR="00952609" w:rsidRDefault="00952609" w:rsidP="00056FD4">
      <w:pPr>
        <w:spacing w:line="240" w:lineRule="auto"/>
        <w:rPr>
          <w:b/>
          <w:sz w:val="20"/>
          <w:szCs w:val="20"/>
          <w:highlight w:val="lightGray"/>
        </w:rPr>
      </w:pPr>
    </w:p>
    <w:p w14:paraId="65CF3AFC" w14:textId="77777777" w:rsidR="008D70B5" w:rsidRDefault="008D70B5" w:rsidP="008D70B5">
      <w:pPr>
        <w:framePr w:w="8505" w:h="964" w:hRule="exact" w:wrap="notBeside" w:vAnchor="page" w:hAnchor="page" w:x="1702" w:y="4991" w:anchorLock="1"/>
        <w:shd w:val="solid" w:color="FFFFFF" w:fill="FFFFFF"/>
        <w:tabs>
          <w:tab w:val="center" w:pos="3119"/>
          <w:tab w:val="center" w:pos="5387"/>
          <w:tab w:val="right" w:pos="8505"/>
        </w:tabs>
        <w:spacing w:line="140" w:lineRule="exact"/>
        <w:rPr>
          <w:caps/>
          <w:sz w:val="12"/>
        </w:rPr>
      </w:pPr>
      <w:r>
        <w:rPr>
          <w:caps/>
          <w:sz w:val="12"/>
        </w:rPr>
        <w:t>VÁŠ DOPIS ZNAČKY / ZE DNE</w:t>
      </w:r>
      <w:r>
        <w:rPr>
          <w:caps/>
          <w:sz w:val="12"/>
        </w:rPr>
        <w:tab/>
        <w:t>NAŠE ZNAČKA</w:t>
      </w:r>
      <w:r>
        <w:rPr>
          <w:caps/>
          <w:sz w:val="12"/>
        </w:rPr>
        <w:tab/>
        <w:t>VYŘIZUJ</w:t>
      </w:r>
      <w:r>
        <w:rPr>
          <w:caps/>
          <w:spacing w:val="40"/>
          <w:sz w:val="12"/>
        </w:rPr>
        <w:t>E/</w:t>
      </w:r>
      <w:r>
        <w:rPr>
          <w:caps/>
          <w:sz w:val="12"/>
        </w:rPr>
        <w:t>LINKA</w:t>
      </w:r>
      <w:r>
        <w:rPr>
          <w:caps/>
          <w:sz w:val="12"/>
        </w:rPr>
        <w:tab/>
        <w:t>MÍSTO ODESLÁN</w:t>
      </w:r>
      <w:r>
        <w:rPr>
          <w:caps/>
          <w:spacing w:val="40"/>
          <w:sz w:val="12"/>
        </w:rPr>
        <w:t>Í/</w:t>
      </w:r>
      <w:r>
        <w:rPr>
          <w:caps/>
          <w:sz w:val="12"/>
        </w:rPr>
        <w:t>DNE</w:t>
      </w:r>
    </w:p>
    <w:tbl>
      <w:tblPr>
        <w:tblW w:w="8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843"/>
        <w:gridCol w:w="2265"/>
        <w:gridCol w:w="1980"/>
      </w:tblGrid>
      <w:tr w:rsidR="008D70B5" w:rsidRPr="00D9401B" w14:paraId="32E11A11" w14:textId="77777777" w:rsidTr="00381295">
        <w:trPr>
          <w:trHeight w:val="2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6D440" w14:textId="77777777" w:rsidR="008D70B5" w:rsidRPr="00D9401B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  <w:rPr>
                <w:rFonts w:cs="Arial"/>
                <w:szCs w:val="18"/>
              </w:rPr>
            </w:pPr>
            <w:r w:rsidRPr="00D9401B">
              <w:rPr>
                <w:rFonts w:cs="Arial"/>
                <w:szCs w:val="18"/>
                <w:lang w:eastAsia="cs-CZ"/>
              </w:rPr>
              <w:t xml:space="preserve"> </w:t>
            </w:r>
            <w:bookmarkStart w:id="0" w:name="Text22"/>
            <w:bookmarkStart w:id="1" w:name="Text23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D97B02" w14:textId="77777777" w:rsidR="008D70B5" w:rsidRPr="00D933CD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  <w:rPr>
                <w:rFonts w:cs="Arial"/>
                <w:sz w:val="16"/>
                <w:szCs w:val="16"/>
              </w:rPr>
            </w:pPr>
          </w:p>
          <w:p w14:paraId="0A50DAD0" w14:textId="77777777" w:rsidR="000E1755" w:rsidRPr="001862C6" w:rsidRDefault="00D933CD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</w:pPr>
            <w:r w:rsidRPr="00D933CD">
              <w:rPr>
                <w:sz w:val="16"/>
                <w:szCs w:val="22"/>
              </w:rPr>
              <w:t>1115061182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</w:tcPr>
          <w:p w14:paraId="5AE7244B" w14:textId="77777777" w:rsidR="008D70B5" w:rsidRPr="00D9401B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  <w:rPr>
                <w:rFonts w:cs="Arial"/>
                <w:szCs w:val="18"/>
              </w:rPr>
            </w:pPr>
            <w:r w:rsidRPr="00D9401B">
              <w:rPr>
                <w:rFonts w:cs="Arial"/>
                <w:szCs w:val="18"/>
              </w:rPr>
              <w:t xml:space="preserve">    </w:t>
            </w:r>
          </w:p>
          <w:p w14:paraId="70683D11" w14:textId="77777777" w:rsidR="008D70B5" w:rsidRPr="00D42325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Lancoš</w:t>
            </w:r>
            <w:r w:rsidRPr="00D42325">
              <w:rPr>
                <w:rFonts w:cs="Arial"/>
                <w:sz w:val="16"/>
                <w:szCs w:val="18"/>
              </w:rPr>
              <w:t xml:space="preserve"> / 800 850 860</w:t>
            </w:r>
          </w:p>
          <w:p w14:paraId="69FB9DA0" w14:textId="77777777" w:rsidR="008D70B5" w:rsidRPr="00D9401B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  <w:rPr>
                <w:rFonts w:cs="Arial"/>
                <w:szCs w:val="18"/>
              </w:rPr>
            </w:pPr>
          </w:p>
        </w:tc>
        <w:bookmarkEnd w:id="0"/>
        <w:bookmarkEnd w:id="1"/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4DAE50E" w14:textId="77777777" w:rsidR="008D70B5" w:rsidRPr="00D9401B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  <w:ind w:right="-70"/>
              <w:rPr>
                <w:rFonts w:cs="Arial"/>
                <w:szCs w:val="18"/>
              </w:rPr>
            </w:pPr>
          </w:p>
          <w:p w14:paraId="0C923370" w14:textId="77777777" w:rsidR="008D70B5" w:rsidRPr="00D9401B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left" w:pos="8640"/>
              </w:tabs>
              <w:spacing w:line="140" w:lineRule="exact"/>
              <w:ind w:right="-70"/>
              <w:jc w:val="center"/>
              <w:rPr>
                <w:rFonts w:cs="Arial"/>
                <w:szCs w:val="18"/>
              </w:rPr>
            </w:pPr>
            <w:r w:rsidRPr="001862C6">
              <w:rPr>
                <w:rFonts w:cs="Arial"/>
                <w:sz w:val="16"/>
                <w:szCs w:val="18"/>
              </w:rPr>
              <w:t xml:space="preserve">Louny </w:t>
            </w:r>
            <w:r w:rsidR="00D933CD">
              <w:rPr>
                <w:rFonts w:cs="Arial"/>
                <w:sz w:val="16"/>
                <w:szCs w:val="18"/>
              </w:rPr>
              <w:t>27</w:t>
            </w:r>
            <w:r w:rsidRPr="001862C6">
              <w:rPr>
                <w:rFonts w:cs="Arial"/>
                <w:sz w:val="16"/>
                <w:szCs w:val="18"/>
              </w:rPr>
              <w:t>.</w:t>
            </w:r>
            <w:r>
              <w:rPr>
                <w:rFonts w:cs="Arial"/>
                <w:sz w:val="16"/>
                <w:szCs w:val="18"/>
              </w:rPr>
              <w:t xml:space="preserve"> 0</w:t>
            </w:r>
            <w:r w:rsidR="00D933CD">
              <w:rPr>
                <w:rFonts w:cs="Arial"/>
                <w:sz w:val="16"/>
                <w:szCs w:val="18"/>
              </w:rPr>
              <w:t>4</w:t>
            </w:r>
            <w:r w:rsidRPr="00D42325">
              <w:rPr>
                <w:rFonts w:cs="Arial"/>
                <w:sz w:val="16"/>
                <w:szCs w:val="18"/>
              </w:rPr>
              <w:t>. 202</w:t>
            </w:r>
            <w:r>
              <w:rPr>
                <w:rFonts w:cs="Arial"/>
                <w:sz w:val="16"/>
                <w:szCs w:val="18"/>
              </w:rPr>
              <w:t>1</w:t>
            </w:r>
            <w:r w:rsidRPr="00D42325">
              <w:rPr>
                <w:rFonts w:cs="Arial"/>
                <w:color w:val="0000FF"/>
                <w:sz w:val="16"/>
                <w:szCs w:val="18"/>
              </w:rPr>
              <w:t xml:space="preserve">  </w:t>
            </w:r>
          </w:p>
          <w:p w14:paraId="5FCC1226" w14:textId="77777777" w:rsidR="008D70B5" w:rsidRPr="00D9401B" w:rsidRDefault="008D70B5" w:rsidP="00381295">
            <w:pPr>
              <w:framePr w:w="8505" w:h="964" w:hRule="exact" w:wrap="notBeside" w:vAnchor="page" w:hAnchor="page" w:x="1702" w:y="4991" w:anchorLock="1"/>
              <w:tabs>
                <w:tab w:val="center" w:pos="3119"/>
                <w:tab w:val="center" w:pos="5387"/>
                <w:tab w:val="right" w:pos="8505"/>
              </w:tabs>
              <w:spacing w:line="140" w:lineRule="exact"/>
              <w:ind w:right="-70"/>
              <w:rPr>
                <w:rFonts w:cs="Arial"/>
                <w:szCs w:val="18"/>
              </w:rPr>
            </w:pPr>
          </w:p>
        </w:tc>
      </w:tr>
    </w:tbl>
    <w:p w14:paraId="00B1C4FD" w14:textId="77777777" w:rsidR="00F956D1" w:rsidRDefault="00F956D1" w:rsidP="00056FD4">
      <w:pPr>
        <w:spacing w:line="240" w:lineRule="auto"/>
        <w:rPr>
          <w:b/>
          <w:sz w:val="20"/>
          <w:szCs w:val="20"/>
          <w:highlight w:val="lightGray"/>
        </w:rPr>
      </w:pPr>
    </w:p>
    <w:p w14:paraId="3EDEC3F9" w14:textId="77777777" w:rsidR="00BF38BC" w:rsidRDefault="00967876" w:rsidP="00BF38BC">
      <w:pPr>
        <w:pStyle w:val="Zkladntext"/>
        <w:rPr>
          <w:rFonts w:cs="Arial"/>
          <w:b/>
          <w:sz w:val="20"/>
          <w:szCs w:val="20"/>
        </w:rPr>
      </w:pPr>
      <w:r w:rsidRPr="00F15229">
        <w:rPr>
          <w:rFonts w:cs="Arial"/>
          <w:b/>
          <w:sz w:val="20"/>
          <w:szCs w:val="20"/>
        </w:rPr>
        <w:t>Vyjádření k</w:t>
      </w:r>
      <w:r w:rsidR="00DA5C4D" w:rsidRPr="00F15229">
        <w:rPr>
          <w:rFonts w:cs="Arial"/>
          <w:b/>
          <w:sz w:val="20"/>
          <w:szCs w:val="20"/>
        </w:rPr>
        <w:t>e s</w:t>
      </w:r>
      <w:r w:rsidR="00435153" w:rsidRPr="00F15229">
        <w:rPr>
          <w:rFonts w:cs="Arial"/>
          <w:b/>
          <w:sz w:val="20"/>
          <w:szCs w:val="20"/>
        </w:rPr>
        <w:t>tavbě</w:t>
      </w:r>
    </w:p>
    <w:p w14:paraId="03110BCB" w14:textId="77777777" w:rsidR="00BF38BC" w:rsidRDefault="00BF38BC" w:rsidP="00BF38BC">
      <w:pPr>
        <w:pStyle w:val="Zkladntext"/>
        <w:rPr>
          <w:rFonts w:cs="Arial"/>
          <w:b/>
          <w:sz w:val="20"/>
          <w:szCs w:val="20"/>
        </w:rPr>
      </w:pPr>
    </w:p>
    <w:p w14:paraId="3FFE0BA4" w14:textId="77777777" w:rsidR="009555D2" w:rsidRPr="00141D9D" w:rsidRDefault="008F3DD0" w:rsidP="00FA31E6">
      <w:pPr>
        <w:pStyle w:val="Zkladntext"/>
        <w:spacing w:line="240" w:lineRule="auto"/>
        <w:rPr>
          <w:rFonts w:cs="Arial"/>
          <w:b/>
          <w:bCs/>
          <w:sz w:val="20"/>
          <w:szCs w:val="20"/>
        </w:rPr>
      </w:pPr>
      <w:r w:rsidRPr="00141D9D">
        <w:rPr>
          <w:rFonts w:cs="Arial"/>
          <w:sz w:val="20"/>
          <w:szCs w:val="20"/>
        </w:rPr>
        <w:t>dovolte nám, abychom reagovali na Váš požadavek ze dne</w:t>
      </w:r>
      <w:r w:rsidR="00D933CD">
        <w:rPr>
          <w:rFonts w:cs="Arial"/>
          <w:sz w:val="20"/>
          <w:szCs w:val="20"/>
        </w:rPr>
        <w:t xml:space="preserve"> 23</w:t>
      </w:r>
      <w:r w:rsidRPr="00141D9D">
        <w:rPr>
          <w:rFonts w:cs="Arial"/>
          <w:sz w:val="20"/>
          <w:szCs w:val="20"/>
        </w:rPr>
        <w:t xml:space="preserve">. </w:t>
      </w:r>
      <w:r w:rsidR="00D933CD">
        <w:rPr>
          <w:rFonts w:cs="Arial"/>
          <w:sz w:val="20"/>
          <w:szCs w:val="20"/>
        </w:rPr>
        <w:t>04</w:t>
      </w:r>
      <w:r w:rsidR="007F6A68" w:rsidRPr="00141D9D">
        <w:rPr>
          <w:rFonts w:cs="Arial"/>
          <w:sz w:val="20"/>
          <w:szCs w:val="20"/>
        </w:rPr>
        <w:t>. 202</w:t>
      </w:r>
      <w:r w:rsidR="00D933CD">
        <w:rPr>
          <w:rFonts w:cs="Arial"/>
          <w:sz w:val="20"/>
          <w:szCs w:val="20"/>
        </w:rPr>
        <w:t>1</w:t>
      </w:r>
      <w:r w:rsidRPr="00141D9D">
        <w:rPr>
          <w:rFonts w:cs="Arial"/>
          <w:sz w:val="20"/>
          <w:szCs w:val="20"/>
        </w:rPr>
        <w:t>, ve kterém nás žádáte    o vyjádření ke stavbě</w:t>
      </w:r>
      <w:r w:rsidR="004A6F92" w:rsidRPr="00141D9D">
        <w:rPr>
          <w:rFonts w:cs="Arial"/>
          <w:sz w:val="20"/>
          <w:szCs w:val="20"/>
        </w:rPr>
        <w:t xml:space="preserve"> </w:t>
      </w:r>
      <w:r w:rsidR="00110D80" w:rsidRPr="00141D9D">
        <w:rPr>
          <w:rFonts w:cs="Arial"/>
          <w:b/>
          <w:sz w:val="20"/>
          <w:szCs w:val="20"/>
        </w:rPr>
        <w:t>„</w:t>
      </w:r>
      <w:r w:rsidR="00D933CD">
        <w:rPr>
          <w:rFonts w:cs="Arial"/>
          <w:b/>
          <w:sz w:val="20"/>
          <w:szCs w:val="20"/>
        </w:rPr>
        <w:t>Rekonstrukce ulice Resslova, k. ú. Chomutov II“</w:t>
      </w:r>
    </w:p>
    <w:p w14:paraId="10116275" w14:textId="77777777" w:rsidR="0070093C" w:rsidRPr="00141D9D" w:rsidRDefault="005B3C88" w:rsidP="00A057FA">
      <w:pPr>
        <w:pStyle w:val="Adresaodesilatele"/>
        <w:framePr w:w="0" w:hRule="auto" w:hSpace="0" w:wrap="auto" w:vAnchor="margin" w:hAnchor="text" w:xAlign="left" w:yAlign="inline"/>
        <w:rPr>
          <w:rFonts w:ascii="Arial" w:hAnsi="Arial" w:cs="Arial"/>
          <w:sz w:val="20"/>
        </w:rPr>
      </w:pPr>
      <w:r w:rsidRPr="00141D9D">
        <w:rPr>
          <w:rFonts w:ascii="Arial" w:hAnsi="Arial" w:cs="Arial"/>
          <w:sz w:val="20"/>
        </w:rPr>
        <w:t>investor</w:t>
      </w:r>
      <w:r w:rsidR="00123691" w:rsidRPr="00141D9D">
        <w:rPr>
          <w:rFonts w:ascii="Arial" w:hAnsi="Arial" w:cs="Arial"/>
          <w:sz w:val="20"/>
        </w:rPr>
        <w:t>.</w:t>
      </w:r>
      <w:r w:rsidR="00D933CD" w:rsidRPr="00D933CD">
        <w:rPr>
          <w:rFonts w:cs="Arial"/>
          <w:sz w:val="20"/>
        </w:rPr>
        <w:t xml:space="preserve"> </w:t>
      </w:r>
      <w:r w:rsidR="00D933CD" w:rsidRPr="00D933CD">
        <w:rPr>
          <w:rFonts w:ascii="Arial" w:hAnsi="Arial" w:cs="Arial"/>
          <w:sz w:val="20"/>
        </w:rPr>
        <w:t>Statutární město Chomutov</w:t>
      </w:r>
    </w:p>
    <w:p w14:paraId="05FADEC0" w14:textId="77777777" w:rsidR="00AA7A3D" w:rsidRDefault="00AA7A3D" w:rsidP="00816D1C">
      <w:pPr>
        <w:pStyle w:val="Zkladntext"/>
        <w:spacing w:line="240" w:lineRule="auto"/>
        <w:jc w:val="both"/>
        <w:rPr>
          <w:rFonts w:cs="Arial"/>
          <w:sz w:val="20"/>
          <w:szCs w:val="20"/>
        </w:rPr>
      </w:pPr>
    </w:p>
    <w:p w14:paraId="044020BA" w14:textId="77777777" w:rsidR="00DF2340" w:rsidRPr="00141D9D" w:rsidRDefault="008F3DD0" w:rsidP="008F3DD0">
      <w:pPr>
        <w:rPr>
          <w:rFonts w:cs="Arial"/>
          <w:sz w:val="20"/>
          <w:szCs w:val="20"/>
        </w:rPr>
      </w:pPr>
      <w:r w:rsidRPr="00141D9D">
        <w:rPr>
          <w:rFonts w:cs="Arial"/>
          <w:sz w:val="20"/>
          <w:szCs w:val="20"/>
        </w:rPr>
        <w:t>K PD nemáme připomínky, ke stavbě jsme vydali souhlas s prováděním činností a umístěním stavby v ochranném pásmu číslo stanoviska.</w:t>
      </w:r>
      <w:r w:rsidR="00AC23C3" w:rsidRPr="00141D9D">
        <w:rPr>
          <w:rFonts w:cs="Arial"/>
          <w:sz w:val="20"/>
          <w:szCs w:val="20"/>
        </w:rPr>
        <w:t xml:space="preserve"> </w:t>
      </w:r>
      <w:r w:rsidR="00D933CD" w:rsidRPr="00D933CD">
        <w:rPr>
          <w:sz w:val="20"/>
          <w:szCs w:val="28"/>
        </w:rPr>
        <w:t>1115060521</w:t>
      </w:r>
    </w:p>
    <w:p w14:paraId="2B344328" w14:textId="77777777" w:rsidR="0070093C" w:rsidRPr="00B71CF4" w:rsidRDefault="0070093C" w:rsidP="008F3DD0">
      <w:pPr>
        <w:rPr>
          <w:rFonts w:cs="Arial"/>
          <w:sz w:val="22"/>
          <w:szCs w:val="20"/>
        </w:rPr>
      </w:pPr>
    </w:p>
    <w:p w14:paraId="0F01293B" w14:textId="77777777" w:rsidR="008F3DD0" w:rsidRDefault="008F3DD0" w:rsidP="008F3DD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Při splnění podmínek z výše uvedeného souhlasu nemáme námitky proti vydání stavebního povolení.</w:t>
      </w:r>
    </w:p>
    <w:p w14:paraId="3A976BCA" w14:textId="77777777" w:rsidR="008F3DD0" w:rsidRDefault="008F3DD0" w:rsidP="008F3DD0">
      <w:pPr>
        <w:rPr>
          <w:rFonts w:cs="Arial"/>
          <w:sz w:val="20"/>
          <w:szCs w:val="20"/>
        </w:rPr>
      </w:pPr>
    </w:p>
    <w:p w14:paraId="5E0EF66E" w14:textId="77777777" w:rsidR="008F3DD0" w:rsidRDefault="008F3DD0" w:rsidP="008F3DD0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Platnost vyjádření je jeden rok od data vydání.</w:t>
      </w:r>
    </w:p>
    <w:p w14:paraId="7F10AFD3" w14:textId="77777777" w:rsidR="008F3DD0" w:rsidRDefault="008F3DD0" w:rsidP="008F3DD0">
      <w:pPr>
        <w:widowControl w:val="0"/>
        <w:tabs>
          <w:tab w:val="num" w:pos="720"/>
        </w:tabs>
        <w:autoSpaceDE w:val="0"/>
        <w:autoSpaceDN w:val="0"/>
        <w:spacing w:after="60"/>
        <w:rPr>
          <w:rFonts w:cs="Arial"/>
          <w:sz w:val="20"/>
          <w:szCs w:val="20"/>
        </w:rPr>
      </w:pPr>
    </w:p>
    <w:p w14:paraId="3E363800" w14:textId="77777777" w:rsidR="008F3DD0" w:rsidRDefault="008F3DD0" w:rsidP="008F3DD0">
      <w:pPr>
        <w:tabs>
          <w:tab w:val="left" w:pos="234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případě nutnosti nás můžete kontaktovat na </w:t>
      </w:r>
      <w:r w:rsidR="00CD17D2">
        <w:rPr>
          <w:rFonts w:cs="Arial"/>
          <w:sz w:val="20"/>
          <w:szCs w:val="20"/>
        </w:rPr>
        <w:t>naší Zákaznické lince 800 850 86</w:t>
      </w:r>
      <w:r>
        <w:rPr>
          <w:rFonts w:cs="Arial"/>
          <w:sz w:val="20"/>
          <w:szCs w:val="20"/>
        </w:rPr>
        <w:t>0, která je Vám k dispozici 24 hodin denně, 7 dní v týdnu, při hovoru s operátorem uvádějte laskavě naši značku ze záhlaví dopisu.</w:t>
      </w:r>
    </w:p>
    <w:p w14:paraId="410F25B3" w14:textId="77777777" w:rsidR="00D753FC" w:rsidRPr="00334973" w:rsidRDefault="00D753FC" w:rsidP="00D753FC">
      <w:pPr>
        <w:rPr>
          <w:rFonts w:cs="Arial"/>
          <w:sz w:val="20"/>
          <w:szCs w:val="20"/>
        </w:rPr>
      </w:pPr>
    </w:p>
    <w:p w14:paraId="7D262BBA" w14:textId="77777777" w:rsidR="00D753FC" w:rsidRPr="00CF0556" w:rsidRDefault="00D753FC" w:rsidP="00D753FC">
      <w:pPr>
        <w:spacing w:line="240" w:lineRule="auto"/>
        <w:rPr>
          <w:rFonts w:cs="Arial"/>
          <w:sz w:val="20"/>
          <w:szCs w:val="20"/>
          <w:lang w:eastAsia="cs-CZ"/>
        </w:rPr>
      </w:pPr>
      <w:r w:rsidRPr="00CF0556">
        <w:rPr>
          <w:rFonts w:cs="Arial"/>
          <w:sz w:val="20"/>
          <w:szCs w:val="20"/>
          <w:lang w:eastAsia="cs-CZ"/>
        </w:rPr>
        <w:t>S pozdravem</w:t>
      </w:r>
    </w:p>
    <w:p w14:paraId="3C686765" w14:textId="77777777" w:rsidR="00D753FC" w:rsidRPr="00CF0556" w:rsidRDefault="00D753FC" w:rsidP="00D753FC">
      <w:pPr>
        <w:spacing w:line="240" w:lineRule="auto"/>
        <w:rPr>
          <w:rFonts w:cs="Arial"/>
          <w:sz w:val="20"/>
          <w:szCs w:val="20"/>
          <w:lang w:eastAsia="cs-CZ"/>
        </w:rPr>
      </w:pPr>
    </w:p>
    <w:p w14:paraId="0C536C08" w14:textId="77777777" w:rsidR="00D753FC" w:rsidRPr="00CF0556" w:rsidRDefault="00D753FC" w:rsidP="00D753FC">
      <w:pPr>
        <w:spacing w:line="240" w:lineRule="auto"/>
        <w:rPr>
          <w:rFonts w:cs="Arial"/>
          <w:sz w:val="20"/>
          <w:szCs w:val="20"/>
          <w:lang w:eastAsia="cs-CZ"/>
        </w:rPr>
      </w:pPr>
      <w:r>
        <w:rPr>
          <w:rFonts w:cs="Arial"/>
          <w:noProof/>
          <w:sz w:val="20"/>
          <w:szCs w:val="20"/>
          <w:lang w:eastAsia="cs-CZ"/>
        </w:rPr>
        <w:drawing>
          <wp:inline distT="0" distB="0" distL="0" distR="0" wp14:anchorId="4A9A6DEB" wp14:editId="2177B214">
            <wp:extent cx="1371600" cy="543560"/>
            <wp:effectExtent l="0" t="0" r="0" b="889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41651" w14:textId="77777777" w:rsidR="00D753FC" w:rsidRPr="00CF0556" w:rsidRDefault="00D753FC" w:rsidP="00D753FC">
      <w:pPr>
        <w:spacing w:line="240" w:lineRule="auto"/>
        <w:rPr>
          <w:rFonts w:cs="Arial"/>
          <w:sz w:val="20"/>
          <w:szCs w:val="20"/>
          <w:lang w:eastAsia="cs-CZ"/>
        </w:rPr>
      </w:pPr>
    </w:p>
    <w:p w14:paraId="55B91018" w14:textId="77777777" w:rsidR="00BC63F5" w:rsidRDefault="00BC63F5" w:rsidP="00D753FC">
      <w:pPr>
        <w:spacing w:line="240" w:lineRule="auto"/>
        <w:rPr>
          <w:rFonts w:cs="Arial"/>
          <w:sz w:val="20"/>
          <w:lang w:eastAsia="cs-CZ"/>
        </w:rPr>
      </w:pPr>
    </w:p>
    <w:p w14:paraId="37AB4D80" w14:textId="77777777" w:rsidR="00BC63F5" w:rsidRDefault="00BC63F5" w:rsidP="00D753FC">
      <w:pPr>
        <w:spacing w:line="240" w:lineRule="auto"/>
        <w:rPr>
          <w:rFonts w:cs="Arial"/>
          <w:sz w:val="20"/>
          <w:lang w:eastAsia="cs-CZ"/>
        </w:rPr>
      </w:pPr>
    </w:p>
    <w:p w14:paraId="41C8E6BD" w14:textId="77777777" w:rsidR="00BC63F5" w:rsidRDefault="00BC63F5" w:rsidP="00D753FC">
      <w:pPr>
        <w:spacing w:line="240" w:lineRule="auto"/>
        <w:rPr>
          <w:rFonts w:cs="Arial"/>
          <w:sz w:val="20"/>
          <w:lang w:eastAsia="cs-CZ"/>
        </w:rPr>
      </w:pPr>
    </w:p>
    <w:p w14:paraId="5348C630" w14:textId="77777777" w:rsidR="00BC63F5" w:rsidRDefault="00BC63F5" w:rsidP="00D753FC">
      <w:pPr>
        <w:spacing w:line="240" w:lineRule="auto"/>
        <w:rPr>
          <w:rFonts w:cs="Arial"/>
          <w:sz w:val="20"/>
          <w:lang w:eastAsia="cs-CZ"/>
        </w:rPr>
      </w:pPr>
    </w:p>
    <w:p w14:paraId="29E7FE00" w14:textId="77777777" w:rsidR="00BC63F5" w:rsidRDefault="00BC63F5" w:rsidP="00D753FC">
      <w:pPr>
        <w:spacing w:line="240" w:lineRule="auto"/>
        <w:rPr>
          <w:rFonts w:cs="Arial"/>
          <w:sz w:val="20"/>
          <w:lang w:eastAsia="cs-CZ"/>
        </w:rPr>
      </w:pPr>
    </w:p>
    <w:p w14:paraId="44080251" w14:textId="77777777" w:rsidR="00D753FC" w:rsidRPr="00CF0556" w:rsidRDefault="00D753FC" w:rsidP="00D753FC">
      <w:pPr>
        <w:spacing w:line="240" w:lineRule="auto"/>
        <w:rPr>
          <w:rFonts w:cs="Arial"/>
          <w:sz w:val="20"/>
          <w:lang w:eastAsia="cs-CZ"/>
        </w:rPr>
      </w:pPr>
      <w:r w:rsidRPr="00CF0556">
        <w:rPr>
          <w:rFonts w:cs="Arial"/>
          <w:sz w:val="20"/>
          <w:lang w:eastAsia="cs-CZ"/>
        </w:rPr>
        <w:t>Ing. Vladimír Koten</w:t>
      </w:r>
    </w:p>
    <w:p w14:paraId="024DBFBC" w14:textId="77777777" w:rsidR="003302AC" w:rsidRPr="007F6A68" w:rsidRDefault="003302AC" w:rsidP="003302AC">
      <w:pPr>
        <w:rPr>
          <w:rFonts w:cs="Arial"/>
          <w:sz w:val="20"/>
          <w:szCs w:val="20"/>
          <w:lang w:eastAsia="cs-CZ"/>
        </w:rPr>
      </w:pPr>
      <w:r w:rsidRPr="007F6A68">
        <w:rPr>
          <w:rFonts w:cs="Arial"/>
          <w:sz w:val="20"/>
          <w:szCs w:val="20"/>
          <w:lang w:eastAsia="cs-CZ"/>
        </w:rPr>
        <w:t>vedoucí oddělení Správa energetického majetku Sítě Sever</w:t>
      </w:r>
    </w:p>
    <w:p w14:paraId="7BC14EC2" w14:textId="77777777" w:rsidR="00D753FC" w:rsidRPr="00CF0556" w:rsidRDefault="00D753FC" w:rsidP="00D753FC">
      <w:pPr>
        <w:spacing w:line="240" w:lineRule="auto"/>
        <w:rPr>
          <w:rFonts w:cs="Arial"/>
          <w:sz w:val="20"/>
          <w:lang w:eastAsia="cs-CZ"/>
        </w:rPr>
      </w:pPr>
      <w:r w:rsidRPr="00CF0556">
        <w:rPr>
          <w:rFonts w:cs="Arial"/>
          <w:sz w:val="20"/>
          <w:lang w:eastAsia="cs-CZ"/>
        </w:rPr>
        <w:t>ČEZ Distribuce, a.s.</w:t>
      </w:r>
    </w:p>
    <w:p w14:paraId="41F762E9" w14:textId="77777777" w:rsidR="00F956D1" w:rsidRDefault="00F956D1" w:rsidP="00D753FC">
      <w:pPr>
        <w:pStyle w:val="Zkladntext"/>
        <w:rPr>
          <w:b/>
          <w:sz w:val="20"/>
          <w:szCs w:val="20"/>
          <w:highlight w:val="lightGray"/>
        </w:rPr>
      </w:pPr>
    </w:p>
    <w:sectPr w:rsidR="00F956D1" w:rsidSect="002B28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78" w:right="1701" w:bottom="1797" w:left="1701" w:header="0" w:footer="41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9A22C" w14:textId="77777777" w:rsidR="005C058B" w:rsidRDefault="005C058B">
      <w:r>
        <w:separator/>
      </w:r>
    </w:p>
  </w:endnote>
  <w:endnote w:type="continuationSeparator" w:id="0">
    <w:p w14:paraId="10B5BAC4" w14:textId="77777777" w:rsidR="005C058B" w:rsidRDefault="005C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CCBA" w14:textId="77777777" w:rsidR="00187290" w:rsidRDefault="00187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8013" w14:textId="77777777" w:rsidR="00187290" w:rsidRDefault="00187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86174" w14:textId="77777777" w:rsidR="000B666B" w:rsidRPr="00F25128" w:rsidRDefault="00674E8D" w:rsidP="00147264">
    <w:pPr>
      <w:spacing w:line="200" w:lineRule="exact"/>
      <w:ind w:left="1843" w:right="-1038" w:hanging="1843"/>
      <w:rPr>
        <w:rFonts w:cs="Arial"/>
        <w:color w:val="1F1A17"/>
        <w:sz w:val="16"/>
        <w:szCs w:val="16"/>
      </w:rPr>
    </w:pPr>
    <w:r w:rsidRPr="002A544A">
      <w:rPr>
        <w:b/>
        <w:sz w:val="16"/>
        <w:szCs w:val="16"/>
      </w:rPr>
      <w:t xml:space="preserve">ČEZ Distribuce, a. s. </w:t>
    </w:r>
    <w:r w:rsidR="000B666B">
      <w:rPr>
        <w:sz w:val="16"/>
        <w:szCs w:val="16"/>
      </w:rPr>
      <w:tab/>
    </w:r>
    <w:r w:rsidR="00D85565" w:rsidRPr="00F810E5">
      <w:rPr>
        <w:rFonts w:cs="Arial"/>
        <w:color w:val="1F1A17"/>
        <w:sz w:val="16"/>
        <w:szCs w:val="16"/>
      </w:rPr>
      <w:t>Děčín</w:t>
    </w:r>
    <w:r w:rsidR="00D85565">
      <w:rPr>
        <w:rFonts w:cs="Arial"/>
        <w:color w:val="1F1A17"/>
        <w:sz w:val="16"/>
        <w:szCs w:val="16"/>
      </w:rPr>
      <w:t xml:space="preserve"> -</w:t>
    </w:r>
    <w:r w:rsidR="00D85565" w:rsidRPr="00F810E5">
      <w:rPr>
        <w:rFonts w:cs="Arial"/>
        <w:color w:val="1F1A17"/>
        <w:sz w:val="16"/>
        <w:szCs w:val="16"/>
      </w:rPr>
      <w:t xml:space="preserve"> Děčín IV-Podmokly, Teplická 874/8, PSČ 405 02 </w:t>
    </w:r>
    <w:r w:rsidR="00D85565" w:rsidRPr="00EB2F4D">
      <w:rPr>
        <w:rFonts w:cs="Arial"/>
        <w:color w:val="F24F00"/>
        <w:sz w:val="16"/>
        <w:szCs w:val="16"/>
      </w:rPr>
      <w:t>|</w:t>
    </w:r>
    <w:r w:rsidR="00D85565" w:rsidRPr="00F810E5">
      <w:rPr>
        <w:rFonts w:cs="Arial"/>
        <w:color w:val="1F1A17"/>
        <w:sz w:val="16"/>
        <w:szCs w:val="16"/>
      </w:rPr>
      <w:t xml:space="preserve"> </w:t>
    </w:r>
    <w:r w:rsidR="00D85565">
      <w:rPr>
        <w:rFonts w:cs="Arial"/>
        <w:color w:val="1F1A17"/>
        <w:sz w:val="16"/>
        <w:szCs w:val="16"/>
      </w:rPr>
      <w:t>Kontaktní linka</w:t>
    </w:r>
    <w:r w:rsidR="00D85565" w:rsidRPr="00F810E5">
      <w:rPr>
        <w:rFonts w:cs="Arial"/>
        <w:color w:val="1F1A17"/>
        <w:sz w:val="16"/>
        <w:szCs w:val="16"/>
      </w:rPr>
      <w:t>: 8</w:t>
    </w:r>
    <w:r w:rsidR="00D85565">
      <w:rPr>
        <w:rFonts w:cs="Arial"/>
        <w:color w:val="1F1A17"/>
        <w:sz w:val="16"/>
        <w:szCs w:val="16"/>
      </w:rPr>
      <w:t>0</w:t>
    </w:r>
    <w:r w:rsidR="00D85565" w:rsidRPr="00F810E5">
      <w:rPr>
        <w:rFonts w:cs="Arial"/>
        <w:color w:val="1F1A17"/>
        <w:sz w:val="16"/>
        <w:szCs w:val="16"/>
      </w:rPr>
      <w:t>0 850</w:t>
    </w:r>
    <w:r w:rsidR="00D85565">
      <w:rPr>
        <w:rFonts w:cs="Arial"/>
        <w:color w:val="1F1A17"/>
        <w:sz w:val="16"/>
        <w:szCs w:val="16"/>
      </w:rPr>
      <w:t> </w:t>
    </w:r>
    <w:r w:rsidR="00D85565" w:rsidRPr="00F810E5">
      <w:rPr>
        <w:rFonts w:cs="Arial"/>
        <w:color w:val="1F1A17"/>
        <w:sz w:val="16"/>
        <w:szCs w:val="16"/>
      </w:rPr>
      <w:t>860</w:t>
    </w:r>
    <w:r w:rsidR="00D85565">
      <w:rPr>
        <w:rFonts w:cs="Arial"/>
        <w:color w:val="1F1A17"/>
        <w:sz w:val="16"/>
        <w:szCs w:val="16"/>
      </w:rPr>
      <w:t xml:space="preserve"> </w:t>
    </w:r>
    <w:r w:rsidR="00D85565" w:rsidRPr="000907A0">
      <w:rPr>
        <w:rFonts w:cs="Arial"/>
        <w:color w:val="F24F00"/>
        <w:sz w:val="16"/>
        <w:szCs w:val="16"/>
      </w:rPr>
      <w:t>|</w:t>
    </w:r>
    <w:r w:rsidR="00D85565" w:rsidRPr="00F810E5">
      <w:rPr>
        <w:rFonts w:cs="Arial"/>
        <w:color w:val="1F1A17"/>
        <w:sz w:val="16"/>
        <w:szCs w:val="16"/>
      </w:rPr>
      <w:t xml:space="preserve"> </w:t>
    </w:r>
    <w:r w:rsidR="00D85565">
      <w:rPr>
        <w:rFonts w:cs="Arial"/>
        <w:color w:val="1F1A17"/>
        <w:sz w:val="16"/>
        <w:szCs w:val="16"/>
      </w:rPr>
      <w:br/>
    </w:r>
    <w:r w:rsidR="00D85565" w:rsidRPr="00F810E5">
      <w:rPr>
        <w:rFonts w:cs="Arial"/>
        <w:color w:val="1F1A17"/>
        <w:sz w:val="16"/>
        <w:szCs w:val="16"/>
      </w:rPr>
      <w:t xml:space="preserve">e-mail: info@cezdistribuce.cz </w:t>
    </w:r>
    <w:r w:rsidR="00D85565" w:rsidRPr="00EB2F4D">
      <w:rPr>
        <w:rFonts w:cs="Arial"/>
        <w:color w:val="F24F00"/>
        <w:sz w:val="16"/>
        <w:szCs w:val="16"/>
      </w:rPr>
      <w:t>|</w:t>
    </w:r>
    <w:r w:rsidR="00D85565" w:rsidRPr="00F810E5">
      <w:rPr>
        <w:rFonts w:cs="Arial"/>
        <w:color w:val="1F1A17"/>
        <w:sz w:val="16"/>
        <w:szCs w:val="16"/>
      </w:rPr>
      <w:t xml:space="preserve"> www.cezdistribuce.cz </w:t>
    </w:r>
    <w:r w:rsidR="00D85565" w:rsidRPr="00EB2F4D">
      <w:rPr>
        <w:rFonts w:cs="Arial"/>
        <w:color w:val="F24F00"/>
        <w:sz w:val="16"/>
        <w:szCs w:val="16"/>
      </w:rPr>
      <w:t>|</w:t>
    </w:r>
    <w:r w:rsidR="00D85565" w:rsidRPr="00F810E5">
      <w:rPr>
        <w:rFonts w:cs="Arial"/>
        <w:color w:val="1F1A17"/>
        <w:sz w:val="16"/>
        <w:szCs w:val="16"/>
      </w:rPr>
      <w:t xml:space="preserve"> IČ</w:t>
    </w:r>
    <w:r w:rsidR="00D85565">
      <w:rPr>
        <w:rFonts w:cs="Arial"/>
        <w:color w:val="1F1A17"/>
        <w:sz w:val="16"/>
        <w:szCs w:val="16"/>
      </w:rPr>
      <w:t>O</w:t>
    </w:r>
    <w:r w:rsidR="00D85565" w:rsidRPr="00F810E5">
      <w:rPr>
        <w:rFonts w:cs="Arial"/>
        <w:color w:val="1F1A17"/>
        <w:sz w:val="16"/>
        <w:szCs w:val="16"/>
      </w:rPr>
      <w:t xml:space="preserve">: 24729035, DIČ: CZ24729035 </w:t>
    </w:r>
    <w:r w:rsidR="00D85565" w:rsidRPr="00EB2F4D">
      <w:rPr>
        <w:rFonts w:cs="Arial"/>
        <w:color w:val="F24F00"/>
        <w:sz w:val="16"/>
        <w:szCs w:val="16"/>
      </w:rPr>
      <w:t>|</w:t>
    </w:r>
    <w:r w:rsidR="00D85565" w:rsidRPr="00F810E5">
      <w:rPr>
        <w:rFonts w:cs="Arial"/>
        <w:color w:val="1F1A17"/>
        <w:sz w:val="16"/>
        <w:szCs w:val="16"/>
      </w:rPr>
      <w:t xml:space="preserve"> </w:t>
    </w:r>
    <w:r w:rsidR="00D85565">
      <w:rPr>
        <w:rFonts w:cs="Arial"/>
        <w:color w:val="1F1A17"/>
        <w:sz w:val="16"/>
        <w:szCs w:val="16"/>
      </w:rPr>
      <w:br/>
    </w:r>
    <w:r w:rsidR="00D85565" w:rsidRPr="00F810E5">
      <w:rPr>
        <w:rFonts w:cs="Arial"/>
        <w:color w:val="1F1A17"/>
        <w:sz w:val="16"/>
        <w:szCs w:val="16"/>
      </w:rPr>
      <w:t xml:space="preserve">zapsaná v obchodním rejstříku vedeném Krajským soudem v Ústí nad Labem, </w:t>
    </w:r>
    <w:r w:rsidR="00D85565">
      <w:rPr>
        <w:rFonts w:cs="Arial"/>
        <w:color w:val="1F1A17"/>
        <w:sz w:val="16"/>
        <w:szCs w:val="16"/>
      </w:rPr>
      <w:t>sp. zn.</w:t>
    </w:r>
    <w:r w:rsidR="00D85565" w:rsidRPr="00F810E5">
      <w:rPr>
        <w:rFonts w:cs="Arial"/>
        <w:color w:val="1F1A17"/>
        <w:sz w:val="16"/>
        <w:szCs w:val="16"/>
      </w:rPr>
      <w:t xml:space="preserve"> B2145 </w:t>
    </w:r>
    <w:r w:rsidR="00D85565" w:rsidRPr="00657477">
      <w:rPr>
        <w:rFonts w:cs="Arial"/>
        <w:color w:val="F24F00"/>
        <w:sz w:val="16"/>
        <w:szCs w:val="16"/>
      </w:rPr>
      <w:t>|</w:t>
    </w:r>
    <w:r w:rsidR="00D85565" w:rsidRPr="00F810E5">
      <w:rPr>
        <w:rFonts w:cs="Arial"/>
        <w:color w:val="1F1A17"/>
        <w:sz w:val="16"/>
        <w:szCs w:val="16"/>
      </w:rPr>
      <w:t xml:space="preserve"> </w:t>
    </w:r>
    <w:r w:rsidR="00D85565" w:rsidRPr="00F810E5">
      <w:rPr>
        <w:rFonts w:cs="Arial"/>
        <w:color w:val="1F1A17"/>
        <w:sz w:val="16"/>
        <w:szCs w:val="16"/>
      </w:rPr>
      <w:br/>
      <w:t>zasílací adresa: ČEZ Distribuce, a. s., Plzeň, Guldenerova 2577/19, PSČ 326 00</w:t>
    </w:r>
  </w:p>
  <w:p w14:paraId="2FCF9800" w14:textId="77777777" w:rsidR="00A75018" w:rsidRDefault="00A75018" w:rsidP="00A75018">
    <w:pPr>
      <w:tabs>
        <w:tab w:val="left" w:pos="2268"/>
      </w:tabs>
      <w:ind w:left="2160" w:right="-1036" w:hanging="2160"/>
      <w:rPr>
        <w:sz w:val="16"/>
        <w:szCs w:val="16"/>
      </w:rPr>
    </w:pPr>
    <w:r>
      <w:rPr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A4C0CC" wp14:editId="11853CCF">
              <wp:simplePos x="0" y="0"/>
              <wp:positionH relativeFrom="column">
                <wp:posOffset>-1270</wp:posOffset>
              </wp:positionH>
              <wp:positionV relativeFrom="paragraph">
                <wp:posOffset>58420</wp:posOffset>
              </wp:positionV>
              <wp:extent cx="5400000" cy="0"/>
              <wp:effectExtent l="0" t="0" r="10795" b="19050"/>
              <wp:wrapNone/>
              <wp:docPr id="17" name="Přímá spojnic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0179F8" id="Přímá spojnice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4.6pt" to="425.1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" strokecolor="black [3040]" strokeweight="1.5pt"/>
          </w:pict>
        </mc:Fallback>
      </mc:AlternateContent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6432" behindDoc="0" locked="0" layoutInCell="1" allowOverlap="1" wp14:anchorId="3F7A9DDA" wp14:editId="5E068711">
          <wp:simplePos x="0" y="0"/>
          <wp:positionH relativeFrom="column">
            <wp:posOffset>1091565</wp:posOffset>
          </wp:positionH>
          <wp:positionV relativeFrom="paragraph">
            <wp:posOffset>10324465</wp:posOffset>
          </wp:positionV>
          <wp:extent cx="876300" cy="130810"/>
          <wp:effectExtent l="0" t="0" r="0" b="254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7456" behindDoc="0" locked="0" layoutInCell="1" allowOverlap="1" wp14:anchorId="3B786CF8" wp14:editId="15F93F1D">
          <wp:simplePos x="0" y="0"/>
          <wp:positionH relativeFrom="column">
            <wp:posOffset>1087755</wp:posOffset>
          </wp:positionH>
          <wp:positionV relativeFrom="paragraph">
            <wp:posOffset>10207625</wp:posOffset>
          </wp:positionV>
          <wp:extent cx="5405120" cy="22860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15F6E6EC" wp14:editId="3C05A5BB">
          <wp:simplePos x="0" y="0"/>
          <wp:positionH relativeFrom="column">
            <wp:posOffset>1075055</wp:posOffset>
          </wp:positionH>
          <wp:positionV relativeFrom="paragraph">
            <wp:posOffset>10102850</wp:posOffset>
          </wp:positionV>
          <wp:extent cx="5405120" cy="2286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4384" behindDoc="0" locked="0" layoutInCell="1" allowOverlap="1" wp14:anchorId="3FB3C10A" wp14:editId="6E0168C2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3360" behindDoc="0" locked="0" layoutInCell="1" allowOverlap="1" wp14:anchorId="471CC94C" wp14:editId="366334F6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2336" behindDoc="0" locked="0" layoutInCell="1" allowOverlap="1" wp14:anchorId="16F39EBB" wp14:editId="1B1D2BDA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4927FB59" wp14:editId="1DE2652B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0288" behindDoc="0" locked="0" layoutInCell="1" allowOverlap="1" wp14:anchorId="114FE250" wp14:editId="40A9D9AD">
          <wp:simplePos x="0" y="0"/>
          <wp:positionH relativeFrom="column">
            <wp:posOffset>1075055</wp:posOffset>
          </wp:positionH>
          <wp:positionV relativeFrom="paragraph">
            <wp:posOffset>10102850</wp:posOffset>
          </wp:positionV>
          <wp:extent cx="5405120" cy="2286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F1087AE" wp14:editId="48320324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071164" w14:textId="77777777" w:rsidR="00A75018" w:rsidRPr="00464954" w:rsidRDefault="00A75018" w:rsidP="00A75018">
    <w:pPr>
      <w:tabs>
        <w:tab w:val="left" w:pos="2268"/>
      </w:tabs>
      <w:ind w:left="2160" w:right="-1036" w:hanging="2160"/>
      <w:rPr>
        <w:sz w:val="16"/>
        <w:szCs w:val="16"/>
      </w:rPr>
    </w:pPr>
    <w:r>
      <w:rPr>
        <w:noProof/>
        <w:sz w:val="16"/>
        <w:szCs w:val="16"/>
        <w:lang w:eastAsia="cs-CZ"/>
      </w:rPr>
      <w:drawing>
        <wp:inline distT="0" distB="0" distL="0" distR="0" wp14:anchorId="41AF4941" wp14:editId="7C9A1FE5">
          <wp:extent cx="5400040" cy="113977"/>
          <wp:effectExtent l="0" t="0" r="0" b="635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3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9504" behindDoc="0" locked="0" layoutInCell="1" allowOverlap="1" wp14:anchorId="3FC699DD" wp14:editId="41098EEC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77DB7" w14:textId="77777777" w:rsidR="005C058B" w:rsidRDefault="005C058B">
      <w:r>
        <w:separator/>
      </w:r>
    </w:p>
  </w:footnote>
  <w:footnote w:type="continuationSeparator" w:id="0">
    <w:p w14:paraId="274CA3F2" w14:textId="77777777" w:rsidR="005C058B" w:rsidRDefault="005C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5EF6" w14:textId="77777777" w:rsidR="00187290" w:rsidRDefault="00187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A978" w14:textId="77777777" w:rsidR="00850E1C" w:rsidRDefault="00FA31E6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114300" distR="114300" simplePos="1" relativeHeight="251672576" behindDoc="0" locked="0" layoutInCell="0" allowOverlap="1" wp14:anchorId="02ABAB96" wp14:editId="0EE25404">
              <wp:simplePos x="0" y="31750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60310" cy="273050"/>
              <wp:effectExtent l="0" t="0" r="0" b="12700"/>
              <wp:wrapNone/>
              <wp:docPr id="1" name="MSIPCMcb0b49488c898384b12f3e9d" descr="{&quot;HashCode&quot;:154463194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6BCD332" w14:textId="77777777" w:rsidR="00FA31E6" w:rsidRPr="00FA31E6" w:rsidRDefault="00FA31E6" w:rsidP="00FA31E6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ABAB96" id="_x0000_t202" coordsize="21600,21600" o:spt="202" path="m,l,21600r21600,l21600,xe">
              <v:stroke joinstyle="miter"/>
              <v:path gradientshapeok="t" o:connecttype="rect"/>
            </v:shapetype>
            <v:shape id="MSIPCMcb0b49488c898384b12f3e9d" o:spid="_x0000_s1026" type="#_x0000_t202" alt="{&quot;HashCode&quot;:1544631946,&quot;Height&quot;:841.0,&quot;Width&quot;:595.0,&quot;Placement&quot;:&quot;Header&quot;,&quot;Index&quot;:&quot;Primary&quot;,&quot;Section&quot;:1,&quot;Top&quot;:0.0,&quot;Left&quot;:0.0}" style="position:absolute;left:0;text-align:left;margin-left:0;margin-top:25pt;width:595.3pt;height:21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" o:allowincell="f" filled="f" stroked="f" strokeweight=".5pt">
              <v:textbox inset=",0,30pt,0">
                <w:txbxContent>
                  <w:p w14:paraId="26BCD332" w14:textId="77777777" w:rsidR="00FA31E6" w:rsidRPr="00FA31E6" w:rsidRDefault="00FA31E6" w:rsidP="00FA31E6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93F387C" w14:textId="77777777" w:rsidR="00850E1C" w:rsidRDefault="00850E1C">
    <w:pPr>
      <w:pStyle w:val="Zhlav"/>
      <w:jc w:val="right"/>
    </w:pPr>
  </w:p>
  <w:p w14:paraId="6966C95B" w14:textId="77777777" w:rsidR="00850E1C" w:rsidRDefault="00850E1C">
    <w:pPr>
      <w:pStyle w:val="Zhlav"/>
      <w:jc w:val="right"/>
    </w:pPr>
  </w:p>
  <w:p w14:paraId="27479FDF" w14:textId="77777777" w:rsidR="00850E1C" w:rsidRDefault="00850E1C">
    <w:pPr>
      <w:pStyle w:val="Zhlav"/>
      <w:jc w:val="righ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71CF4">
      <w:rPr>
        <w:noProof/>
      </w:rPr>
      <w:t>2</w:t>
    </w:r>
    <w:r>
      <w:fldChar w:fldCharType="end"/>
    </w:r>
    <w:r>
      <w:t xml:space="preserve"> (celkem </w:t>
    </w:r>
    <w:fldSimple w:instr=" NUMPAGES ">
      <w:r w:rsidR="00B71CF4">
        <w:rPr>
          <w:noProof/>
        </w:rPr>
        <w:t>2</w:t>
      </w:r>
    </w:fldSimple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A91A9" w14:textId="77777777" w:rsidR="003A3D2D" w:rsidRDefault="00FA31E6" w:rsidP="003A3D2D">
    <w:pPr>
      <w:pStyle w:val="Zhlav"/>
      <w:spacing w:line="240" w:lineRule="auto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BBDCB9D" wp14:editId="5B390C51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60310" cy="273050"/>
              <wp:effectExtent l="0" t="0" r="0" b="12700"/>
              <wp:wrapNone/>
              <wp:docPr id="4" name="MSIPCMe2e745eaa8c13299f59160eb" descr="{&quot;HashCode&quot;:154463194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258218" w14:textId="77777777" w:rsidR="00FA31E6" w:rsidRPr="00FA31E6" w:rsidRDefault="00FA31E6" w:rsidP="00FA31E6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DCB9D" id="_x0000_t202" coordsize="21600,21600" o:spt="202" path="m,l,21600r21600,l21600,xe">
              <v:stroke joinstyle="miter"/>
              <v:path gradientshapeok="t" o:connecttype="rect"/>
            </v:shapetype>
            <v:shape id="MSIPCMe2e745eaa8c13299f59160eb" o:spid="_x0000_s1027" type="#_x0000_t202" alt="{&quot;HashCode&quot;:1544631946,&quot;Height&quot;:841.0,&quot;Width&quot;:595.0,&quot;Placement&quot;:&quot;Header&quot;,&quot;Index&quot;:&quot;FirstPage&quot;,&quot;Section&quot;:1,&quot;Top&quot;:0.0,&quot;Left&quot;:0.0}" style="position:absolute;margin-left:0;margin-top:25pt;width:595.3pt;height:21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" o:allowincell="f" filled="f" stroked="f" strokeweight=".5pt">
              <v:textbox inset=",0,30pt,0">
                <w:txbxContent>
                  <w:p w14:paraId="32258218" w14:textId="77777777" w:rsidR="00FA31E6" w:rsidRPr="00FA31E6" w:rsidRDefault="00FA31E6" w:rsidP="00FA31E6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80914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369A67CD" wp14:editId="5C8CFE49">
              <wp:simplePos x="0" y="0"/>
              <wp:positionH relativeFrom="page">
                <wp:posOffset>6742430</wp:posOffset>
              </wp:positionH>
              <wp:positionV relativeFrom="page">
                <wp:posOffset>179705</wp:posOffset>
              </wp:positionV>
              <wp:extent cx="691515" cy="635000"/>
              <wp:effectExtent l="0" t="0" r="0" b="0"/>
              <wp:wrapNone/>
              <wp:docPr id="3" name="DocumentMarking.CMark_S1I2T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1515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2D6162" w14:textId="77777777" w:rsidR="00B80914" w:rsidRPr="00B80914" w:rsidRDefault="00B80914" w:rsidP="00B80914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</w:pPr>
                          <w:r w:rsidRPr="00B80914"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>Chráněné</w:t>
                          </w:r>
                          <w:r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 xml:space="preserve"> </w:t>
                          </w:r>
                        </w:p>
                        <w:p w14:paraId="23FDD414" w14:textId="77777777" w:rsidR="00B80914" w:rsidRPr="00B80914" w:rsidRDefault="00B80914" w:rsidP="00B80914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B80914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  <w:p w14:paraId="5BBDD742" w14:textId="77777777" w:rsidR="00B80914" w:rsidRPr="00B80914" w:rsidRDefault="00B80914" w:rsidP="00B80914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B80914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9A67CD" id="DocumentMarking.CMark_S1I2T0" o:spid="_x0000_s1028" type="#_x0000_t202" style="position:absolute;margin-left:530.9pt;margin-top:14.15pt;width:54.45pt;height:50pt;z-index:25167155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" o:allowincell="f" filled="f" stroked="f" strokeweight=".5pt">
              <v:textbox>
                <w:txbxContent>
                  <w:p w14:paraId="6C2D6162" w14:textId="77777777" w:rsidR="00B80914" w:rsidRPr="00B80914" w:rsidRDefault="00B80914" w:rsidP="00B80914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i/>
                        <w:noProof/>
                        <w:color w:val="000000"/>
                      </w:rPr>
                    </w:pPr>
                    <w:r w:rsidRPr="00B80914">
                      <w:rPr>
                        <w:rFonts w:cs="Arial"/>
                        <w:i/>
                        <w:noProof/>
                        <w:color w:val="000000"/>
                      </w:rPr>
                      <w:t>Chráněné</w:t>
                    </w:r>
                    <w:r>
                      <w:rPr>
                        <w:rFonts w:cs="Arial"/>
                        <w:i/>
                        <w:noProof/>
                        <w:color w:val="000000"/>
                      </w:rPr>
                      <w:t xml:space="preserve"> </w:t>
                    </w:r>
                  </w:p>
                  <w:p w14:paraId="23FDD414" w14:textId="77777777" w:rsidR="00B80914" w:rsidRPr="00B80914" w:rsidRDefault="00B80914" w:rsidP="00B80914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B80914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  <w:p w14:paraId="5BBDD742" w14:textId="77777777" w:rsidR="00B80914" w:rsidRPr="00B80914" w:rsidRDefault="00B80914" w:rsidP="00B80914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B80914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673028C" w14:textId="77777777" w:rsidR="002139FA" w:rsidRDefault="002139FA" w:rsidP="003A3D2D">
    <w:pPr>
      <w:pStyle w:val="Zhlav"/>
      <w:spacing w:line="240" w:lineRule="auto"/>
    </w:pPr>
  </w:p>
  <w:p w14:paraId="05357BF8" w14:textId="77777777" w:rsidR="00A75018" w:rsidRDefault="00A75018" w:rsidP="003A3D2D">
    <w:pPr>
      <w:pStyle w:val="Zhlav"/>
      <w:spacing w:line="240" w:lineRule="auto"/>
      <w:rPr>
        <w:noProof/>
        <w:lang w:eastAsia="cs-CZ"/>
      </w:rPr>
    </w:pPr>
  </w:p>
  <w:p w14:paraId="6FE19B07" w14:textId="77777777" w:rsidR="00A75018" w:rsidRDefault="00A75018" w:rsidP="003A3D2D">
    <w:pPr>
      <w:pStyle w:val="Zhlav"/>
      <w:spacing w:line="240" w:lineRule="auto"/>
      <w:rPr>
        <w:noProof/>
        <w:lang w:eastAsia="cs-CZ"/>
      </w:rPr>
    </w:pPr>
  </w:p>
  <w:p w14:paraId="3D0555C0" w14:textId="77777777" w:rsidR="00A75018" w:rsidRDefault="00F25128" w:rsidP="003A3D2D">
    <w:pPr>
      <w:pStyle w:val="Zhlav"/>
      <w:spacing w:line="240" w:lineRule="auto"/>
    </w:pPr>
    <w:r>
      <w:rPr>
        <w:noProof/>
        <w:lang w:eastAsia="cs-CZ"/>
      </w:rPr>
      <w:drawing>
        <wp:inline distT="0" distB="0" distL="0" distR="0" wp14:anchorId="2804160E" wp14:editId="3FCEE144">
          <wp:extent cx="2619375" cy="396648"/>
          <wp:effectExtent l="0" t="0" r="0" b="3810"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396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87CBC"/>
    <w:multiLevelType w:val="hybridMultilevel"/>
    <w:tmpl w:val="1572288C"/>
    <w:lvl w:ilvl="0" w:tplc="56EE50F4">
      <w:start w:val="4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4" w:hanging="360"/>
      </w:pPr>
    </w:lvl>
    <w:lvl w:ilvl="2" w:tplc="0405001B" w:tentative="1">
      <w:start w:val="1"/>
      <w:numFmt w:val="lowerRoman"/>
      <w:lvlText w:val="%3."/>
      <w:lvlJc w:val="right"/>
      <w:pPr>
        <w:ind w:left="2144" w:hanging="180"/>
      </w:pPr>
    </w:lvl>
    <w:lvl w:ilvl="3" w:tplc="0405000F" w:tentative="1">
      <w:start w:val="1"/>
      <w:numFmt w:val="decimal"/>
      <w:lvlText w:val="%4."/>
      <w:lvlJc w:val="left"/>
      <w:pPr>
        <w:ind w:left="2864" w:hanging="360"/>
      </w:pPr>
    </w:lvl>
    <w:lvl w:ilvl="4" w:tplc="04050019" w:tentative="1">
      <w:start w:val="1"/>
      <w:numFmt w:val="lowerLetter"/>
      <w:lvlText w:val="%5."/>
      <w:lvlJc w:val="left"/>
      <w:pPr>
        <w:ind w:left="3584" w:hanging="360"/>
      </w:pPr>
    </w:lvl>
    <w:lvl w:ilvl="5" w:tplc="0405001B" w:tentative="1">
      <w:start w:val="1"/>
      <w:numFmt w:val="lowerRoman"/>
      <w:lvlText w:val="%6."/>
      <w:lvlJc w:val="right"/>
      <w:pPr>
        <w:ind w:left="4304" w:hanging="180"/>
      </w:pPr>
    </w:lvl>
    <w:lvl w:ilvl="6" w:tplc="0405000F" w:tentative="1">
      <w:start w:val="1"/>
      <w:numFmt w:val="decimal"/>
      <w:lvlText w:val="%7."/>
      <w:lvlJc w:val="left"/>
      <w:pPr>
        <w:ind w:left="5024" w:hanging="360"/>
      </w:pPr>
    </w:lvl>
    <w:lvl w:ilvl="7" w:tplc="04050019" w:tentative="1">
      <w:start w:val="1"/>
      <w:numFmt w:val="lowerLetter"/>
      <w:lvlText w:val="%8."/>
      <w:lvlJc w:val="left"/>
      <w:pPr>
        <w:ind w:left="5744" w:hanging="360"/>
      </w:pPr>
    </w:lvl>
    <w:lvl w:ilvl="8" w:tplc="040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51266A61"/>
    <w:multiLevelType w:val="hybridMultilevel"/>
    <w:tmpl w:val="5C20CC6E"/>
    <w:lvl w:ilvl="0" w:tplc="2E502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xKk5p1a6eUILFz9rzwy1cY1bWCe2E2YXeRxU6j8MRT/XptS0ElkXdwIqVzH7jL3Ssojd4VKffK+rdYDLW+ilg==" w:salt="f34KBbfIJB5kLv/Kko4CrA=="/>
  <w:defaultTabStop w:val="720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E1"/>
    <w:rsid w:val="00015207"/>
    <w:rsid w:val="00030985"/>
    <w:rsid w:val="00032181"/>
    <w:rsid w:val="00033EC3"/>
    <w:rsid w:val="00056FD4"/>
    <w:rsid w:val="00061086"/>
    <w:rsid w:val="00077528"/>
    <w:rsid w:val="00082002"/>
    <w:rsid w:val="000A21CC"/>
    <w:rsid w:val="000A6EA6"/>
    <w:rsid w:val="000B011A"/>
    <w:rsid w:val="000B666B"/>
    <w:rsid w:val="000C3959"/>
    <w:rsid w:val="000C6ABD"/>
    <w:rsid w:val="000E1755"/>
    <w:rsid w:val="000E1E08"/>
    <w:rsid w:val="000F0938"/>
    <w:rsid w:val="00110D80"/>
    <w:rsid w:val="00111BF4"/>
    <w:rsid w:val="00112B32"/>
    <w:rsid w:val="00123691"/>
    <w:rsid w:val="00141D9D"/>
    <w:rsid w:val="00142870"/>
    <w:rsid w:val="00147264"/>
    <w:rsid w:val="00150435"/>
    <w:rsid w:val="001521C4"/>
    <w:rsid w:val="00154878"/>
    <w:rsid w:val="00187290"/>
    <w:rsid w:val="001C7DD7"/>
    <w:rsid w:val="001D1415"/>
    <w:rsid w:val="001E3638"/>
    <w:rsid w:val="001E46D0"/>
    <w:rsid w:val="00205FD1"/>
    <w:rsid w:val="002139FA"/>
    <w:rsid w:val="00223E21"/>
    <w:rsid w:val="00231D11"/>
    <w:rsid w:val="002809E4"/>
    <w:rsid w:val="0028192A"/>
    <w:rsid w:val="00290143"/>
    <w:rsid w:val="0029276C"/>
    <w:rsid w:val="00297F03"/>
    <w:rsid w:val="002A31C2"/>
    <w:rsid w:val="002A4C1B"/>
    <w:rsid w:val="002A4C6F"/>
    <w:rsid w:val="002A544A"/>
    <w:rsid w:val="002B00CB"/>
    <w:rsid w:val="002B1906"/>
    <w:rsid w:val="002B28DC"/>
    <w:rsid w:val="002C4DE1"/>
    <w:rsid w:val="002D1A9D"/>
    <w:rsid w:val="002D360A"/>
    <w:rsid w:val="002D4042"/>
    <w:rsid w:val="002D4CDA"/>
    <w:rsid w:val="002E1FE6"/>
    <w:rsid w:val="002E5C04"/>
    <w:rsid w:val="002E6A0E"/>
    <w:rsid w:val="002F7871"/>
    <w:rsid w:val="00310E3F"/>
    <w:rsid w:val="003268AB"/>
    <w:rsid w:val="003302AC"/>
    <w:rsid w:val="00334558"/>
    <w:rsid w:val="00356698"/>
    <w:rsid w:val="003603F9"/>
    <w:rsid w:val="00360B48"/>
    <w:rsid w:val="00384332"/>
    <w:rsid w:val="00385A09"/>
    <w:rsid w:val="00395BA0"/>
    <w:rsid w:val="003965F0"/>
    <w:rsid w:val="00397B3F"/>
    <w:rsid w:val="003A0BB5"/>
    <w:rsid w:val="003A3D2D"/>
    <w:rsid w:val="003C5CB7"/>
    <w:rsid w:val="003D1FD8"/>
    <w:rsid w:val="003D7964"/>
    <w:rsid w:val="003E2478"/>
    <w:rsid w:val="003E59F9"/>
    <w:rsid w:val="0041599C"/>
    <w:rsid w:val="004178E7"/>
    <w:rsid w:val="00427598"/>
    <w:rsid w:val="00435153"/>
    <w:rsid w:val="00452FD2"/>
    <w:rsid w:val="00457607"/>
    <w:rsid w:val="00464954"/>
    <w:rsid w:val="00466B20"/>
    <w:rsid w:val="004A6401"/>
    <w:rsid w:val="004A6F92"/>
    <w:rsid w:val="004B33C1"/>
    <w:rsid w:val="004C668C"/>
    <w:rsid w:val="004D280B"/>
    <w:rsid w:val="004D4439"/>
    <w:rsid w:val="004D7FAD"/>
    <w:rsid w:val="004E79A8"/>
    <w:rsid w:val="0050514F"/>
    <w:rsid w:val="00523413"/>
    <w:rsid w:val="00531325"/>
    <w:rsid w:val="00551D6E"/>
    <w:rsid w:val="00551FF1"/>
    <w:rsid w:val="0055325D"/>
    <w:rsid w:val="00570851"/>
    <w:rsid w:val="00571DBC"/>
    <w:rsid w:val="005915E3"/>
    <w:rsid w:val="005A3129"/>
    <w:rsid w:val="005A4F89"/>
    <w:rsid w:val="005B0AB0"/>
    <w:rsid w:val="005B3C88"/>
    <w:rsid w:val="005B49EF"/>
    <w:rsid w:val="005C058B"/>
    <w:rsid w:val="005D176D"/>
    <w:rsid w:val="005D4291"/>
    <w:rsid w:val="005E76E2"/>
    <w:rsid w:val="00601EAE"/>
    <w:rsid w:val="00603BFE"/>
    <w:rsid w:val="00604E4D"/>
    <w:rsid w:val="00630D45"/>
    <w:rsid w:val="006330E6"/>
    <w:rsid w:val="006343A2"/>
    <w:rsid w:val="006455A0"/>
    <w:rsid w:val="00661A98"/>
    <w:rsid w:val="00662E2F"/>
    <w:rsid w:val="00674E8D"/>
    <w:rsid w:val="00680413"/>
    <w:rsid w:val="006975F4"/>
    <w:rsid w:val="006A3B0B"/>
    <w:rsid w:val="006B7A07"/>
    <w:rsid w:val="006C1B50"/>
    <w:rsid w:val="006D59F1"/>
    <w:rsid w:val="006D63C6"/>
    <w:rsid w:val="006D6DD3"/>
    <w:rsid w:val="006E68EA"/>
    <w:rsid w:val="006F0117"/>
    <w:rsid w:val="006F3F35"/>
    <w:rsid w:val="0070093C"/>
    <w:rsid w:val="00712FCB"/>
    <w:rsid w:val="00714EC8"/>
    <w:rsid w:val="0073268C"/>
    <w:rsid w:val="00734AE7"/>
    <w:rsid w:val="00761460"/>
    <w:rsid w:val="007617A2"/>
    <w:rsid w:val="0076506D"/>
    <w:rsid w:val="00773403"/>
    <w:rsid w:val="00774405"/>
    <w:rsid w:val="007833D6"/>
    <w:rsid w:val="007838B3"/>
    <w:rsid w:val="00785CCD"/>
    <w:rsid w:val="00796837"/>
    <w:rsid w:val="00796886"/>
    <w:rsid w:val="007B4C96"/>
    <w:rsid w:val="007C00EB"/>
    <w:rsid w:val="007C2495"/>
    <w:rsid w:val="007E03A7"/>
    <w:rsid w:val="007E1B6E"/>
    <w:rsid w:val="007E2D50"/>
    <w:rsid w:val="007E3D9B"/>
    <w:rsid w:val="007F2FB9"/>
    <w:rsid w:val="007F6A68"/>
    <w:rsid w:val="00802F17"/>
    <w:rsid w:val="00816D1C"/>
    <w:rsid w:val="008423D7"/>
    <w:rsid w:val="00847F23"/>
    <w:rsid w:val="00850E1C"/>
    <w:rsid w:val="008612BE"/>
    <w:rsid w:val="00872672"/>
    <w:rsid w:val="00890365"/>
    <w:rsid w:val="0089603C"/>
    <w:rsid w:val="008964BA"/>
    <w:rsid w:val="008A4664"/>
    <w:rsid w:val="008B4601"/>
    <w:rsid w:val="008B4A3B"/>
    <w:rsid w:val="008B56C5"/>
    <w:rsid w:val="008B75C1"/>
    <w:rsid w:val="008C213E"/>
    <w:rsid w:val="008D45C0"/>
    <w:rsid w:val="008D70B5"/>
    <w:rsid w:val="008F3DD0"/>
    <w:rsid w:val="00900B99"/>
    <w:rsid w:val="009014AD"/>
    <w:rsid w:val="009041C5"/>
    <w:rsid w:val="00905B9D"/>
    <w:rsid w:val="00912DE0"/>
    <w:rsid w:val="00932D22"/>
    <w:rsid w:val="009346C7"/>
    <w:rsid w:val="00937771"/>
    <w:rsid w:val="00945CAE"/>
    <w:rsid w:val="0094672F"/>
    <w:rsid w:val="00951558"/>
    <w:rsid w:val="00952609"/>
    <w:rsid w:val="009526D9"/>
    <w:rsid w:val="00952C24"/>
    <w:rsid w:val="009555D2"/>
    <w:rsid w:val="00956E00"/>
    <w:rsid w:val="00960CBD"/>
    <w:rsid w:val="009631D0"/>
    <w:rsid w:val="00966680"/>
    <w:rsid w:val="00967876"/>
    <w:rsid w:val="00973F06"/>
    <w:rsid w:val="00975949"/>
    <w:rsid w:val="009819D7"/>
    <w:rsid w:val="009849F8"/>
    <w:rsid w:val="009934ED"/>
    <w:rsid w:val="00997324"/>
    <w:rsid w:val="00997869"/>
    <w:rsid w:val="009A2BE2"/>
    <w:rsid w:val="009B75BE"/>
    <w:rsid w:val="009B77F6"/>
    <w:rsid w:val="009C79DE"/>
    <w:rsid w:val="009C7C30"/>
    <w:rsid w:val="009D4A29"/>
    <w:rsid w:val="009E3BA4"/>
    <w:rsid w:val="009E4457"/>
    <w:rsid w:val="009F3AD0"/>
    <w:rsid w:val="009F55C1"/>
    <w:rsid w:val="00A057FA"/>
    <w:rsid w:val="00A06C43"/>
    <w:rsid w:val="00A43473"/>
    <w:rsid w:val="00A50C42"/>
    <w:rsid w:val="00A66D38"/>
    <w:rsid w:val="00A676BE"/>
    <w:rsid w:val="00A75018"/>
    <w:rsid w:val="00A7660E"/>
    <w:rsid w:val="00A842AF"/>
    <w:rsid w:val="00AA7A3D"/>
    <w:rsid w:val="00AB31F6"/>
    <w:rsid w:val="00AC0A28"/>
    <w:rsid w:val="00AC23C3"/>
    <w:rsid w:val="00AC42C1"/>
    <w:rsid w:val="00AC5F7D"/>
    <w:rsid w:val="00AE4E3A"/>
    <w:rsid w:val="00AE5B01"/>
    <w:rsid w:val="00AF3772"/>
    <w:rsid w:val="00AF398F"/>
    <w:rsid w:val="00AF6252"/>
    <w:rsid w:val="00B14F21"/>
    <w:rsid w:val="00B2019D"/>
    <w:rsid w:val="00B22B5A"/>
    <w:rsid w:val="00B34BD7"/>
    <w:rsid w:val="00B4120D"/>
    <w:rsid w:val="00B55337"/>
    <w:rsid w:val="00B71CF4"/>
    <w:rsid w:val="00B73DED"/>
    <w:rsid w:val="00B75519"/>
    <w:rsid w:val="00B80914"/>
    <w:rsid w:val="00B80F29"/>
    <w:rsid w:val="00B82719"/>
    <w:rsid w:val="00B86A7C"/>
    <w:rsid w:val="00BA1528"/>
    <w:rsid w:val="00BA25EF"/>
    <w:rsid w:val="00BA6C71"/>
    <w:rsid w:val="00BB0E78"/>
    <w:rsid w:val="00BC4E97"/>
    <w:rsid w:val="00BC63F5"/>
    <w:rsid w:val="00BD0EA8"/>
    <w:rsid w:val="00BD7F81"/>
    <w:rsid w:val="00BE2B53"/>
    <w:rsid w:val="00BE34DC"/>
    <w:rsid w:val="00BE429E"/>
    <w:rsid w:val="00BE5E97"/>
    <w:rsid w:val="00BF38BC"/>
    <w:rsid w:val="00C01603"/>
    <w:rsid w:val="00C02E3B"/>
    <w:rsid w:val="00C22E31"/>
    <w:rsid w:val="00C52666"/>
    <w:rsid w:val="00C63B1B"/>
    <w:rsid w:val="00C80948"/>
    <w:rsid w:val="00C97A0E"/>
    <w:rsid w:val="00CC5F23"/>
    <w:rsid w:val="00CC73E1"/>
    <w:rsid w:val="00CD17D2"/>
    <w:rsid w:val="00CD4E1C"/>
    <w:rsid w:val="00CE0851"/>
    <w:rsid w:val="00CE1D88"/>
    <w:rsid w:val="00D23B75"/>
    <w:rsid w:val="00D25F3C"/>
    <w:rsid w:val="00D35A57"/>
    <w:rsid w:val="00D41C5E"/>
    <w:rsid w:val="00D42AE8"/>
    <w:rsid w:val="00D456B6"/>
    <w:rsid w:val="00D665BB"/>
    <w:rsid w:val="00D72B84"/>
    <w:rsid w:val="00D753FC"/>
    <w:rsid w:val="00D85565"/>
    <w:rsid w:val="00D86D6C"/>
    <w:rsid w:val="00D90462"/>
    <w:rsid w:val="00D933CD"/>
    <w:rsid w:val="00DA00BD"/>
    <w:rsid w:val="00DA15D5"/>
    <w:rsid w:val="00DA4D0A"/>
    <w:rsid w:val="00DA5C4D"/>
    <w:rsid w:val="00DA728F"/>
    <w:rsid w:val="00DB7B12"/>
    <w:rsid w:val="00DC20D4"/>
    <w:rsid w:val="00DE285F"/>
    <w:rsid w:val="00DE4652"/>
    <w:rsid w:val="00DF2340"/>
    <w:rsid w:val="00DF2D22"/>
    <w:rsid w:val="00DF3CF0"/>
    <w:rsid w:val="00E00354"/>
    <w:rsid w:val="00E00A70"/>
    <w:rsid w:val="00E245D2"/>
    <w:rsid w:val="00E27507"/>
    <w:rsid w:val="00E479B0"/>
    <w:rsid w:val="00E600DB"/>
    <w:rsid w:val="00E940E6"/>
    <w:rsid w:val="00E973CE"/>
    <w:rsid w:val="00EA0B6A"/>
    <w:rsid w:val="00EB7581"/>
    <w:rsid w:val="00EC583F"/>
    <w:rsid w:val="00ED66DA"/>
    <w:rsid w:val="00ED7A27"/>
    <w:rsid w:val="00F15229"/>
    <w:rsid w:val="00F25128"/>
    <w:rsid w:val="00F3679D"/>
    <w:rsid w:val="00F46DDE"/>
    <w:rsid w:val="00F71E72"/>
    <w:rsid w:val="00F956D1"/>
    <w:rsid w:val="00F95A04"/>
    <w:rsid w:val="00FA20C1"/>
    <w:rsid w:val="00FA31E6"/>
    <w:rsid w:val="00FC0DC4"/>
    <w:rsid w:val="00FC229E"/>
    <w:rsid w:val="00FD3CB2"/>
    <w:rsid w:val="00FE1898"/>
    <w:rsid w:val="00FE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E2A101D"/>
  <w15:docId w15:val="{5C3145B1-7D00-4519-9B44-EA66B846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line="240" w:lineRule="exact"/>
    </w:pPr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framePr w:w="8505" w:h="8618" w:hRule="exact" w:hSpace="181" w:wrap="around" w:vAnchor="page" w:hAnchor="text" w:y="5955" w:anchorLock="1"/>
      <w:shd w:val="solid" w:color="FFFFFF" w:fill="FFFFFF"/>
      <w:spacing w:after="240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link w:val="ZkladntextChar"/>
    <w:rPr>
      <w:lang w:eastAsia="cs-CZ"/>
    </w:rPr>
  </w:style>
  <w:style w:type="paragraph" w:styleId="Textbubliny">
    <w:name w:val="Balloon Text"/>
    <w:basedOn w:val="Normln"/>
    <w:semiHidden/>
    <w:rsid w:val="002C4DE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6C1B50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F956D1"/>
    <w:rPr>
      <w:rFonts w:ascii="Arial" w:hAnsi="Arial"/>
      <w:sz w:val="18"/>
      <w:szCs w:val="24"/>
    </w:rPr>
  </w:style>
  <w:style w:type="paragraph" w:styleId="Nzev">
    <w:name w:val="Title"/>
    <w:basedOn w:val="Normln"/>
    <w:link w:val="NzevChar"/>
    <w:qFormat/>
    <w:rsid w:val="00F956D1"/>
    <w:pPr>
      <w:autoSpaceDE w:val="0"/>
      <w:autoSpaceDN w:val="0"/>
      <w:adjustRightInd w:val="0"/>
      <w:spacing w:line="240" w:lineRule="auto"/>
      <w:jc w:val="center"/>
    </w:pPr>
    <w:rPr>
      <w:rFonts w:ascii="ArialMT" w:hAnsi="ArialMT"/>
      <w:sz w:val="36"/>
      <w:lang w:eastAsia="cs-CZ"/>
    </w:rPr>
  </w:style>
  <w:style w:type="character" w:customStyle="1" w:styleId="NzevChar">
    <w:name w:val="Název Char"/>
    <w:basedOn w:val="Standardnpsmoodstavce"/>
    <w:link w:val="Nzev"/>
    <w:rsid w:val="00F956D1"/>
    <w:rPr>
      <w:rFonts w:ascii="ArialMT" w:hAnsi="ArialMT"/>
      <w:sz w:val="36"/>
      <w:szCs w:val="24"/>
    </w:rPr>
  </w:style>
  <w:style w:type="paragraph" w:styleId="Zkladntextodsazen2">
    <w:name w:val="Body Text Indent 2"/>
    <w:basedOn w:val="Normln"/>
    <w:link w:val="Zkladntextodsazen2Char"/>
    <w:rsid w:val="00AC5F7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AC5F7D"/>
    <w:rPr>
      <w:rFonts w:ascii="Arial" w:hAnsi="Arial"/>
      <w:sz w:val="18"/>
      <w:szCs w:val="24"/>
      <w:lang w:eastAsia="en-US"/>
    </w:rPr>
  </w:style>
  <w:style w:type="paragraph" w:customStyle="1" w:styleId="Default">
    <w:name w:val="Default"/>
    <w:rsid w:val="00466B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dresaodesilatele">
    <w:name w:val="Adresa odesilatele"/>
    <w:basedOn w:val="Normln"/>
    <w:rsid w:val="00A842AF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</w:pPr>
    <w:rPr>
      <w:rFonts w:ascii="Times New Roman" w:hAnsi="Times New Roman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0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_D\tom_2\sazba\&#353;ablony\final%20&#353;ablony%20na%20port&#225;l\referentsk&#253;_dopis_se%20zapat&#237;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748A0-0CA0-43AE-B317-F05913ED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referentský_dopis_se zapatím.dot</Template>
  <TotalTime>1</TotalTime>
  <Pages>1</Pages>
  <Words>157</Words>
  <Characters>878</Characters>
  <Application>Microsoft Office Word</Application>
  <DocSecurity>12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Oslovení</vt:lpstr>
    </vt:vector>
  </TitlesOfParts>
  <Company>ČEZ ICT Services, a. s.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Oslovení</dc:title>
  <dc:creator>Zdeněk Linhart, Ing.</dc:creator>
  <cp:lastModifiedBy>KAP</cp:lastModifiedBy>
  <cp:revision>2</cp:revision>
  <cp:lastPrinted>2018-11-21T09:57:00Z</cp:lastPrinted>
  <dcterms:created xsi:type="dcterms:W3CDTF">2021-06-17T07:37:00Z</dcterms:created>
  <dcterms:modified xsi:type="dcterms:W3CDTF">2021-06-17T07:37:00Z</dcterms:modified>
  <cp:category>Chráněné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class="C2" owner="Zdeněk Linhart, Ing." position="TopRight" marginX="0" marginY="0" classifiedOn="2018-12-21T11:24:45.</vt:lpwstr>
  </property>
  <property fmtid="{D5CDD505-2E9C-101B-9397-08002B2CF9AE}" pid="3" name="DocumentTagging.ClassificationMark.P01">
    <vt:lpwstr>3818821+01:00" showPrintedBy="false" showPrintDate="false" language="cs" ApplicationVersion="Microsoft Word, 14.0" addinVersion="5.6.3.0" template="CEZ"&gt;&lt;history bulk="false" class="Chráněné" code="C2" user="Lancoš Vladimír" divisionPrefix="CEZd" map</vt:lpwstr>
  </property>
  <property fmtid="{D5CDD505-2E9C-101B-9397-08002B2CF9AE}" pid="4" name="DocumentTagging.ClassificationMark.P02">
    <vt:lpwstr>pingVersion="1" date="2018-12-21T11:24:45.3843828+01:00"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MSIP_Label_f3a7e6fc-ee68-428a-8f0c-4ae4e37e38f6_Enabled">
    <vt:lpwstr>true</vt:lpwstr>
  </property>
  <property fmtid="{D5CDD505-2E9C-101B-9397-08002B2CF9AE}" pid="7" name="MSIP_Label_f3a7e6fc-ee68-428a-8f0c-4ae4e37e38f6_SetDate">
    <vt:lpwstr>2021-01-22T10:04:35Z</vt:lpwstr>
  </property>
  <property fmtid="{D5CDD505-2E9C-101B-9397-08002B2CF9AE}" pid="8" name="MSIP_Label_f3a7e6fc-ee68-428a-8f0c-4ae4e37e38f6_Method">
    <vt:lpwstr>Standard</vt:lpwstr>
  </property>
  <property fmtid="{D5CDD505-2E9C-101B-9397-08002B2CF9AE}" pid="9" name="MSIP_Label_f3a7e6fc-ee68-428a-8f0c-4ae4e37e38f6_Name">
    <vt:lpwstr>L00024S003</vt:lpwstr>
  </property>
  <property fmtid="{D5CDD505-2E9C-101B-9397-08002B2CF9AE}" pid="10" name="MSIP_Label_f3a7e6fc-ee68-428a-8f0c-4ae4e37e38f6_SiteId">
    <vt:lpwstr>b233f9e1-5599-4693-9cef-38858fe25406</vt:lpwstr>
  </property>
  <property fmtid="{D5CDD505-2E9C-101B-9397-08002B2CF9AE}" pid="11" name="MSIP_Label_f3a7e6fc-ee68-428a-8f0c-4ae4e37e38f6_ActionId">
    <vt:lpwstr>a5506822-a261-401b-bef7-6c0a467995aa</vt:lpwstr>
  </property>
  <property fmtid="{D5CDD505-2E9C-101B-9397-08002B2CF9AE}" pid="12" name="MSIP_Label_f3a7e6fc-ee68-428a-8f0c-4ae4e37e38f6_ContentBits">
    <vt:lpwstr>0</vt:lpwstr>
  </property>
  <property fmtid="{D5CDD505-2E9C-101B-9397-08002B2CF9AE}" pid="13" name="DocumentClasification">
    <vt:lpwstr>Chráněné</vt:lpwstr>
  </property>
  <property fmtid="{D5CDD505-2E9C-101B-9397-08002B2CF9AE}" pid="14" name="CEZ_DLP">
    <vt:lpwstr>CEZ:CEZd:B:RMS:FALSE</vt:lpwstr>
  </property>
  <property fmtid="{D5CDD505-2E9C-101B-9397-08002B2CF9AE}" pid="15" name="CEZ_MIPLabelName">
    <vt:lpwstr>Protected-CEZd-no_encryption</vt:lpwstr>
  </property>
</Properties>
</file>